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96EBC" w14:textId="77777777" w:rsidR="00E21531" w:rsidRPr="00D72D3B" w:rsidRDefault="00E21531" w:rsidP="00D72D3B">
      <w:pPr>
        <w:pStyle w:val="Nagwek5"/>
        <w:spacing w:before="0" w:after="0" w:line="240" w:lineRule="auto"/>
        <w:ind w:left="-284"/>
        <w:jc w:val="both"/>
        <w:rPr>
          <w:rFonts w:asciiTheme="minorHAnsi" w:hAnsiTheme="minorHAnsi"/>
          <w:i w:val="0"/>
          <w:sz w:val="22"/>
          <w:szCs w:val="22"/>
        </w:rPr>
      </w:pPr>
    </w:p>
    <w:p w14:paraId="5A00E2E9" w14:textId="3D09B373" w:rsidR="00E21531" w:rsidRPr="001B1860" w:rsidRDefault="00DB01F2" w:rsidP="00D72D3B">
      <w:pPr>
        <w:spacing w:after="0" w:line="240" w:lineRule="auto"/>
        <w:jc w:val="right"/>
        <w:rPr>
          <w:rFonts w:asciiTheme="minorHAnsi" w:hAnsiTheme="minorHAnsi"/>
        </w:rPr>
      </w:pPr>
      <w:r w:rsidRPr="00DB01F2">
        <w:rPr>
          <w:rFonts w:asciiTheme="minorHAnsi" w:hAnsiTheme="minorHAnsi"/>
        </w:rPr>
        <w:t>EM.2204.4.2025.RN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A61785" w:rsidRPr="001B1860">
        <w:rPr>
          <w:rFonts w:asciiTheme="minorHAnsi" w:hAnsiTheme="minorHAnsi"/>
          <w:b/>
        </w:rPr>
        <w:t>Załącznik nr 4</w:t>
      </w:r>
    </w:p>
    <w:p w14:paraId="6F0DD7E3" w14:textId="77777777" w:rsidR="00E21531" w:rsidRPr="001B1860" w:rsidRDefault="00E21531" w:rsidP="00D72D3B">
      <w:pPr>
        <w:spacing w:after="0" w:line="240" w:lineRule="auto"/>
        <w:ind w:left="284"/>
        <w:jc w:val="center"/>
        <w:rPr>
          <w:rFonts w:asciiTheme="minorHAnsi" w:hAnsiTheme="minorHAnsi"/>
          <w:b/>
        </w:rPr>
      </w:pPr>
    </w:p>
    <w:p w14:paraId="0120181B" w14:textId="77777777" w:rsidR="00E21531" w:rsidRPr="001B1860" w:rsidRDefault="00E21531" w:rsidP="00D72D3B">
      <w:pPr>
        <w:spacing w:after="0" w:line="240" w:lineRule="auto"/>
        <w:ind w:left="284"/>
        <w:jc w:val="center"/>
        <w:rPr>
          <w:rFonts w:asciiTheme="minorHAnsi" w:hAnsiTheme="minorHAnsi"/>
          <w:b/>
        </w:rPr>
      </w:pPr>
    </w:p>
    <w:p w14:paraId="47496201" w14:textId="77777777" w:rsidR="00092483" w:rsidRPr="001B1860" w:rsidRDefault="00092483" w:rsidP="00D72D3B">
      <w:pPr>
        <w:spacing w:after="0" w:line="240" w:lineRule="auto"/>
        <w:ind w:left="284"/>
        <w:jc w:val="center"/>
        <w:rPr>
          <w:rFonts w:asciiTheme="minorHAnsi" w:hAnsiTheme="minorHAnsi"/>
          <w:b/>
        </w:rPr>
      </w:pPr>
    </w:p>
    <w:p w14:paraId="6541A1EB" w14:textId="5A95337B" w:rsidR="00A61785" w:rsidRDefault="00A61785" w:rsidP="00D72D3B">
      <w:pPr>
        <w:spacing w:after="0" w:line="240" w:lineRule="auto"/>
        <w:ind w:left="284"/>
        <w:jc w:val="center"/>
        <w:rPr>
          <w:rFonts w:asciiTheme="minorHAnsi" w:hAnsiTheme="minorHAnsi"/>
          <w:b/>
        </w:rPr>
      </w:pPr>
      <w:r w:rsidRPr="001B1860">
        <w:rPr>
          <w:rFonts w:asciiTheme="minorHAnsi" w:hAnsiTheme="minorHAnsi"/>
          <w:b/>
        </w:rPr>
        <w:t>OŚWIADCZENI</w:t>
      </w:r>
      <w:r w:rsidR="00967511">
        <w:rPr>
          <w:rFonts w:asciiTheme="minorHAnsi" w:hAnsiTheme="minorHAnsi"/>
          <w:b/>
        </w:rPr>
        <w:t>E</w:t>
      </w:r>
      <w:r w:rsidRPr="001B1860">
        <w:rPr>
          <w:rFonts w:asciiTheme="minorHAnsi" w:hAnsiTheme="minorHAnsi"/>
          <w:b/>
        </w:rPr>
        <w:t xml:space="preserve"> </w:t>
      </w:r>
    </w:p>
    <w:p w14:paraId="21EDACB5" w14:textId="77777777" w:rsidR="00D11E9F" w:rsidRPr="001B1860" w:rsidRDefault="00D11E9F" w:rsidP="00D72D3B">
      <w:pPr>
        <w:spacing w:after="0" w:line="240" w:lineRule="auto"/>
        <w:ind w:left="284"/>
        <w:jc w:val="center"/>
        <w:rPr>
          <w:rFonts w:asciiTheme="minorHAnsi" w:hAnsiTheme="minorHAnsi"/>
          <w:b/>
        </w:rPr>
      </w:pPr>
    </w:p>
    <w:p w14:paraId="36076AA8" w14:textId="77777777" w:rsidR="00D11E9F" w:rsidRPr="001B1860" w:rsidRDefault="00D11E9F" w:rsidP="00D11E9F">
      <w:pPr>
        <w:spacing w:after="0" w:line="240" w:lineRule="auto"/>
        <w:ind w:left="284"/>
        <w:jc w:val="center"/>
        <w:rPr>
          <w:rFonts w:asciiTheme="minorHAnsi" w:hAnsiTheme="minorHAnsi"/>
          <w:b/>
        </w:rPr>
      </w:pPr>
      <w:r w:rsidRPr="001B1860">
        <w:rPr>
          <w:rFonts w:asciiTheme="minorHAnsi" w:hAnsiTheme="minorHAnsi"/>
        </w:rPr>
        <w:t>potwierdzającego spełnienie warunków udziału w postępowaniu oraz niepodleganie wykluczeniu</w:t>
      </w:r>
    </w:p>
    <w:p w14:paraId="55936CC5" w14:textId="77777777" w:rsidR="00D11E9F" w:rsidRPr="00AA5907" w:rsidRDefault="00D11E9F" w:rsidP="00D11E9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lang w:eastAsia="pl-PL"/>
        </w:rPr>
      </w:pPr>
      <w:r w:rsidRPr="001B1860">
        <w:rPr>
          <w:rFonts w:asciiTheme="minorHAnsi" w:hAnsiTheme="minorHAnsi" w:cs="Arial"/>
          <w:color w:val="000000"/>
          <w:lang w:eastAsia="pl-PL"/>
        </w:rPr>
        <w:t xml:space="preserve">składane na podstawie art. 125 ust. 1 ustawy z dnia 11 września 2019 r. </w:t>
      </w:r>
      <w:r w:rsidRPr="001B1860">
        <w:rPr>
          <w:rFonts w:asciiTheme="minorHAnsi" w:hAnsiTheme="minorHAnsi" w:cs="Arial"/>
          <w:i/>
          <w:iCs/>
          <w:color w:val="000000"/>
          <w:lang w:eastAsia="pl-PL"/>
        </w:rPr>
        <w:t xml:space="preserve">Prawo zamówień publicznych </w:t>
      </w:r>
      <w:r w:rsidRPr="00BD05CA">
        <w:rPr>
          <w:rFonts w:asciiTheme="minorHAnsi" w:hAnsiTheme="minorHAnsi"/>
        </w:rPr>
        <w:t>(</w:t>
      </w:r>
      <w:r>
        <w:rPr>
          <w:rFonts w:asciiTheme="minorHAnsi" w:hAnsiTheme="minorHAnsi"/>
        </w:rPr>
        <w:t>j.t. Dz.U. z 2022</w:t>
      </w:r>
      <w:r w:rsidRPr="00BD05CA">
        <w:rPr>
          <w:rFonts w:asciiTheme="minorHAnsi" w:hAnsiTheme="minorHAnsi"/>
        </w:rPr>
        <w:t xml:space="preserve"> r. poz. </w:t>
      </w:r>
      <w:r>
        <w:rPr>
          <w:rFonts w:asciiTheme="minorHAnsi" w:hAnsiTheme="minorHAnsi"/>
        </w:rPr>
        <w:t xml:space="preserve">1710 z </w:t>
      </w:r>
      <w:proofErr w:type="spellStart"/>
      <w:r>
        <w:rPr>
          <w:rFonts w:asciiTheme="minorHAnsi" w:hAnsiTheme="minorHAnsi"/>
        </w:rPr>
        <w:t>późn</w:t>
      </w:r>
      <w:proofErr w:type="spellEnd"/>
      <w:r>
        <w:rPr>
          <w:rFonts w:asciiTheme="minorHAnsi" w:hAnsiTheme="minorHAnsi"/>
        </w:rPr>
        <w:t>. zm.)</w:t>
      </w:r>
    </w:p>
    <w:p w14:paraId="13C0B52F" w14:textId="77777777" w:rsidR="00A61785" w:rsidRPr="001B1860" w:rsidRDefault="00A61785" w:rsidP="00D72D3B">
      <w:pPr>
        <w:spacing w:after="0" w:line="240" w:lineRule="auto"/>
        <w:ind w:left="284"/>
        <w:jc w:val="center"/>
        <w:rPr>
          <w:rFonts w:asciiTheme="minorHAnsi" w:hAnsiTheme="minorHAnsi"/>
          <w:b/>
        </w:rPr>
      </w:pPr>
      <w:bookmarkStart w:id="0" w:name="_GoBack"/>
      <w:bookmarkEnd w:id="0"/>
    </w:p>
    <w:p w14:paraId="62F389F7" w14:textId="77777777" w:rsidR="00E21531" w:rsidRPr="001B1860" w:rsidRDefault="00E21531" w:rsidP="00D72D3B">
      <w:pPr>
        <w:spacing w:after="0" w:line="240" w:lineRule="auto"/>
        <w:jc w:val="center"/>
        <w:rPr>
          <w:rFonts w:asciiTheme="minorHAnsi" w:hAnsiTheme="minorHAnsi"/>
          <w:b/>
        </w:rPr>
      </w:pPr>
    </w:p>
    <w:p w14:paraId="179D4A63" w14:textId="0B99AFEE" w:rsidR="00E81AFF" w:rsidRPr="00DB01F2" w:rsidRDefault="00E21531" w:rsidP="00DB01F2">
      <w:pPr>
        <w:spacing w:after="0" w:line="240" w:lineRule="auto"/>
        <w:jc w:val="center"/>
        <w:rPr>
          <w:rFonts w:asciiTheme="minorHAnsi" w:hAnsiTheme="minorHAnsi"/>
          <w:b/>
        </w:rPr>
      </w:pPr>
      <w:r w:rsidRPr="001B1860">
        <w:rPr>
          <w:rFonts w:asciiTheme="minorHAnsi" w:hAnsiTheme="minorHAnsi"/>
          <w:b/>
        </w:rPr>
        <w:t>dla postępowania o udzielenie zamówienia publicznego</w:t>
      </w:r>
      <w:r w:rsidR="00D72D3B" w:rsidRPr="001B1860">
        <w:rPr>
          <w:rFonts w:asciiTheme="minorHAnsi" w:hAnsiTheme="minorHAnsi"/>
          <w:b/>
        </w:rPr>
        <w:t xml:space="preserve"> </w:t>
      </w:r>
      <w:r w:rsidRPr="001B1860">
        <w:rPr>
          <w:rFonts w:asciiTheme="minorHAnsi" w:hAnsiTheme="minorHAnsi"/>
          <w:b/>
        </w:rPr>
        <w:t>pt.</w:t>
      </w:r>
    </w:p>
    <w:p w14:paraId="21C26290" w14:textId="4431DE81" w:rsidR="001B1860" w:rsidRDefault="00DB01F2" w:rsidP="00DB01F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</w:rPr>
      </w:pPr>
      <w:r w:rsidRPr="00DB01F2">
        <w:rPr>
          <w:rFonts w:asciiTheme="minorHAnsi" w:hAnsiTheme="minorHAnsi"/>
          <w:b/>
        </w:rPr>
        <w:t>Wykonanie i dostawa materiałów promocyjnych, publikacji oraz gadżetów promocyjnych w ramach projektu pt. „Umiejętności tworzą możliwości”</w:t>
      </w:r>
    </w:p>
    <w:p w14:paraId="4831C471" w14:textId="77777777" w:rsidR="00DB01F2" w:rsidRPr="001B1860" w:rsidRDefault="00DB01F2" w:rsidP="001B186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lang w:eastAsia="pl-PL"/>
        </w:rPr>
      </w:pPr>
    </w:p>
    <w:p w14:paraId="394BEB28" w14:textId="5A1D85F4" w:rsidR="00D11E9F" w:rsidRPr="001B1860" w:rsidRDefault="00D11E9F" w:rsidP="00D11E9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lang w:eastAsia="pl-PL"/>
        </w:rPr>
      </w:pPr>
      <w:r w:rsidRPr="001B1860">
        <w:rPr>
          <w:rFonts w:asciiTheme="minorHAnsi" w:hAnsiTheme="minorHAnsi" w:cs="Arial"/>
          <w:color w:val="000000"/>
          <w:lang w:eastAsia="pl-PL"/>
        </w:rPr>
        <w:t xml:space="preserve">Przystępując do postępowania o udzielenie zamówienia </w:t>
      </w:r>
      <w:r>
        <w:rPr>
          <w:rFonts w:asciiTheme="minorHAnsi" w:hAnsiTheme="minorHAnsi" w:cs="Arial"/>
          <w:color w:val="000000"/>
          <w:lang w:eastAsia="pl-PL"/>
        </w:rPr>
        <w:t xml:space="preserve">publicznego, sygn. </w:t>
      </w:r>
      <w:r w:rsidR="00DB01F2" w:rsidRPr="00DB01F2">
        <w:rPr>
          <w:rFonts w:asciiTheme="minorHAnsi" w:hAnsiTheme="minorHAnsi" w:cs="Arial"/>
          <w:color w:val="000000"/>
          <w:lang w:eastAsia="pl-PL"/>
        </w:rPr>
        <w:t>EM.2204.4.2025.RN</w:t>
      </w:r>
    </w:p>
    <w:p w14:paraId="308923E4" w14:textId="77777777" w:rsidR="00D11E9F" w:rsidRPr="001B1860" w:rsidRDefault="00D11E9F" w:rsidP="00D11E9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lang w:eastAsia="pl-PL"/>
        </w:rPr>
      </w:pPr>
      <w:r w:rsidRPr="001B1860">
        <w:rPr>
          <w:rFonts w:asciiTheme="minorHAnsi" w:hAnsiTheme="minorHAnsi" w:cs="Arial"/>
          <w:color w:val="000000"/>
          <w:lang w:eastAsia="pl-PL"/>
        </w:rPr>
        <w:t>ja/my (imię nazwisko) …..…………………………………………………………………………………</w:t>
      </w:r>
    </w:p>
    <w:p w14:paraId="1832AAD0" w14:textId="77777777" w:rsidR="00D11E9F" w:rsidRPr="001B1860" w:rsidRDefault="00D11E9F" w:rsidP="00D11E9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lang w:eastAsia="pl-PL"/>
        </w:rPr>
      </w:pPr>
      <w:r w:rsidRPr="001B1860">
        <w:rPr>
          <w:rFonts w:asciiTheme="minorHAnsi" w:hAnsiTheme="minorHAnsi" w:cs="Arial"/>
          <w:color w:val="000000"/>
          <w:lang w:eastAsia="pl-PL"/>
        </w:rPr>
        <w:t xml:space="preserve">reprezentując firmę (nazwa firmy)........................................................................................................... </w:t>
      </w:r>
    </w:p>
    <w:p w14:paraId="6ACF9DE4" w14:textId="77777777" w:rsidR="00D11E9F" w:rsidRPr="001B1860" w:rsidRDefault="00D11E9F" w:rsidP="00D11E9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lang w:eastAsia="pl-PL"/>
        </w:rPr>
      </w:pPr>
      <w:r w:rsidRPr="001B1860">
        <w:rPr>
          <w:rFonts w:asciiTheme="minorHAnsi" w:hAnsiTheme="minorHAnsi" w:cs="Arial"/>
          <w:color w:val="000000"/>
          <w:lang w:eastAsia="pl-PL"/>
        </w:rPr>
        <w:t>jako pełnomocny przedstawiciel reprezentowanej przeze mnie firmy oświad</w:t>
      </w:r>
      <w:r>
        <w:rPr>
          <w:rFonts w:asciiTheme="minorHAnsi" w:hAnsiTheme="minorHAnsi" w:cs="Arial"/>
          <w:color w:val="000000"/>
          <w:lang w:eastAsia="pl-PL"/>
        </w:rPr>
        <w:t>czam/</w:t>
      </w:r>
      <w:r w:rsidRPr="001B1860">
        <w:rPr>
          <w:rFonts w:asciiTheme="minorHAnsi" w:hAnsiTheme="minorHAnsi" w:cs="Arial"/>
          <w:color w:val="000000"/>
          <w:lang w:eastAsia="pl-PL"/>
        </w:rPr>
        <w:t xml:space="preserve">my, że: </w:t>
      </w:r>
    </w:p>
    <w:p w14:paraId="39E913BD" w14:textId="77777777" w:rsidR="00D11E9F" w:rsidRPr="001B1860" w:rsidRDefault="00D11E9F" w:rsidP="00D11E9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lang w:eastAsia="pl-PL"/>
        </w:rPr>
      </w:pPr>
      <w:r w:rsidRPr="001B1860">
        <w:rPr>
          <w:rFonts w:asciiTheme="minorHAnsi" w:hAnsiTheme="minorHAnsi" w:cs="Arial"/>
          <w:color w:val="000000"/>
          <w:lang w:eastAsia="pl-PL"/>
        </w:rPr>
        <w:t xml:space="preserve">1. </w:t>
      </w:r>
      <w:r w:rsidRPr="001B1860">
        <w:rPr>
          <w:rFonts w:asciiTheme="minorHAnsi" w:hAnsiTheme="minorHAnsi" w:cs="Arial"/>
          <w:b/>
          <w:bCs/>
          <w:color w:val="000000"/>
          <w:lang w:eastAsia="pl-PL"/>
        </w:rPr>
        <w:t xml:space="preserve">spełniam/my warunki </w:t>
      </w:r>
      <w:r w:rsidRPr="001B1860">
        <w:rPr>
          <w:rFonts w:asciiTheme="minorHAnsi" w:hAnsiTheme="minorHAnsi" w:cs="Arial"/>
          <w:color w:val="000000"/>
          <w:lang w:eastAsia="pl-PL"/>
        </w:rPr>
        <w:t>określone przez Zamawiającego pkt 5 ust. 1) SWZ;</w:t>
      </w:r>
    </w:p>
    <w:p w14:paraId="3DA70051" w14:textId="77777777" w:rsidR="00D11E9F" w:rsidRPr="001B1860" w:rsidRDefault="00D11E9F" w:rsidP="00D11E9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lang w:eastAsia="pl-PL"/>
        </w:rPr>
      </w:pPr>
      <w:r w:rsidRPr="001B1860">
        <w:rPr>
          <w:rFonts w:asciiTheme="minorHAnsi" w:hAnsiTheme="minorHAnsi" w:cs="Arial"/>
          <w:color w:val="000000"/>
          <w:lang w:eastAsia="pl-PL"/>
        </w:rPr>
        <w:t xml:space="preserve">2. </w:t>
      </w:r>
      <w:r w:rsidRPr="001B1860">
        <w:rPr>
          <w:rFonts w:asciiTheme="minorHAnsi" w:hAnsiTheme="minorHAnsi" w:cs="Arial"/>
          <w:b/>
          <w:bCs/>
          <w:color w:val="000000"/>
          <w:lang w:eastAsia="pl-PL"/>
        </w:rPr>
        <w:t xml:space="preserve">nie podlegam my wykluczeniu </w:t>
      </w:r>
      <w:r w:rsidRPr="001B1860">
        <w:rPr>
          <w:rFonts w:asciiTheme="minorHAnsi" w:hAnsiTheme="minorHAnsi" w:cs="Arial"/>
          <w:color w:val="000000"/>
          <w:lang w:eastAsia="pl-PL"/>
        </w:rPr>
        <w:t>na podstawie art. 108 ust. 1</w:t>
      </w:r>
      <w:r>
        <w:rPr>
          <w:rFonts w:asciiTheme="minorHAnsi" w:hAnsiTheme="minorHAnsi" w:cs="Arial"/>
          <w:color w:val="000000"/>
          <w:lang w:eastAsia="pl-PL"/>
        </w:rPr>
        <w:t xml:space="preserve"> oraz art. 109 ust. 1</w:t>
      </w:r>
      <w:r w:rsidRPr="001B1860">
        <w:rPr>
          <w:rFonts w:asciiTheme="minorHAnsi" w:hAnsiTheme="minorHAnsi" w:cs="Arial"/>
          <w:color w:val="000000"/>
          <w:lang w:eastAsia="pl-PL"/>
        </w:rPr>
        <w:t xml:space="preserve"> ustawy z dnia 11 września 2019 r. </w:t>
      </w:r>
      <w:r w:rsidRPr="001B1860">
        <w:rPr>
          <w:rFonts w:asciiTheme="minorHAnsi" w:hAnsiTheme="minorHAnsi" w:cs="Arial"/>
          <w:i/>
          <w:iCs/>
          <w:color w:val="000000"/>
          <w:lang w:eastAsia="pl-PL"/>
        </w:rPr>
        <w:t xml:space="preserve">Prawo zamówień </w:t>
      </w:r>
      <w:r w:rsidRPr="00AA5907">
        <w:rPr>
          <w:rFonts w:asciiTheme="minorHAnsi" w:hAnsiTheme="minorHAnsi" w:cs="Arial"/>
          <w:i/>
          <w:iCs/>
          <w:lang w:eastAsia="pl-PL"/>
        </w:rPr>
        <w:t>publicznych</w:t>
      </w:r>
      <w:r>
        <w:rPr>
          <w:rFonts w:asciiTheme="minorHAnsi" w:hAnsiTheme="minorHAnsi" w:cs="Arial"/>
          <w:i/>
          <w:iCs/>
          <w:lang w:eastAsia="pl-PL"/>
        </w:rPr>
        <w:t xml:space="preserve"> </w:t>
      </w:r>
      <w:r w:rsidRPr="00AA5907">
        <w:rPr>
          <w:rFonts w:asciiTheme="minorHAnsi" w:hAnsiTheme="minorHAnsi" w:cs="Arial"/>
          <w:lang w:eastAsia="pl-PL"/>
        </w:rPr>
        <w:t xml:space="preserve"> z uwagi </w:t>
      </w:r>
      <w:r w:rsidRPr="001B1860">
        <w:rPr>
          <w:rFonts w:asciiTheme="minorHAnsi" w:hAnsiTheme="minorHAnsi" w:cs="Arial"/>
          <w:color w:val="000000"/>
          <w:lang w:eastAsia="pl-PL"/>
        </w:rPr>
        <w:t>na okoliczności wymienione w pkt 5 ust. 2) SWZ .</w:t>
      </w:r>
    </w:p>
    <w:p w14:paraId="4AC40847" w14:textId="77777777" w:rsidR="00D11E9F" w:rsidRPr="001B1860" w:rsidRDefault="00D11E9F" w:rsidP="00D11E9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lang w:eastAsia="pl-PL"/>
        </w:rPr>
      </w:pPr>
    </w:p>
    <w:p w14:paraId="5D7E785D" w14:textId="77777777" w:rsidR="00D11E9F" w:rsidRPr="001B1860" w:rsidRDefault="00D11E9F" w:rsidP="00D11E9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/>
          <w:lang w:eastAsia="pl-PL"/>
        </w:rPr>
      </w:pPr>
      <w:r w:rsidRPr="001B1860">
        <w:rPr>
          <w:rFonts w:asciiTheme="minorHAnsi" w:hAnsiTheme="minorHAnsi" w:cs="Arial"/>
          <w:color w:val="000000"/>
          <w:lang w:eastAsia="pl-PL"/>
        </w:rPr>
        <w:t xml:space="preserve">Ponadto oświadczam/my, że wszystkie informacje podane w ww. oświadczeniach są aktualne i zgodne z prawdą oraz zostały przedstawione z pełną świadomością konsekwencji wprowadzenia Zamawiającego w błąd przy przedstawianiu informacji. </w:t>
      </w:r>
    </w:p>
    <w:p w14:paraId="57DC6931" w14:textId="77777777" w:rsidR="00D11E9F" w:rsidRPr="001B1860" w:rsidRDefault="00D11E9F" w:rsidP="00D11E9F">
      <w:pPr>
        <w:spacing w:after="0" w:line="240" w:lineRule="auto"/>
        <w:ind w:left="708"/>
        <w:jc w:val="both"/>
        <w:rPr>
          <w:rFonts w:asciiTheme="minorHAnsi" w:hAnsiTheme="minorHAnsi"/>
        </w:rPr>
      </w:pPr>
    </w:p>
    <w:p w14:paraId="3DBC5BBC" w14:textId="77777777" w:rsidR="001851BA" w:rsidRPr="001B1860" w:rsidRDefault="001851BA" w:rsidP="001851BA">
      <w:pPr>
        <w:spacing w:after="0" w:line="240" w:lineRule="auto"/>
        <w:ind w:left="708"/>
        <w:jc w:val="both"/>
        <w:rPr>
          <w:rFonts w:asciiTheme="minorHAnsi" w:hAnsiTheme="minorHAnsi"/>
        </w:rPr>
      </w:pPr>
    </w:p>
    <w:p w14:paraId="7E181A74" w14:textId="77777777" w:rsidR="001B1860" w:rsidRPr="001B1860" w:rsidRDefault="001B1860" w:rsidP="001851BA">
      <w:pPr>
        <w:spacing w:after="0" w:line="240" w:lineRule="auto"/>
        <w:ind w:left="708"/>
        <w:jc w:val="both"/>
        <w:rPr>
          <w:rFonts w:asciiTheme="minorHAnsi" w:hAnsiTheme="minorHAnsi"/>
        </w:rPr>
      </w:pPr>
    </w:p>
    <w:p w14:paraId="4C6D02BC" w14:textId="4FC0D294" w:rsidR="005A0D74" w:rsidRPr="00E632EE" w:rsidRDefault="005A0D74" w:rsidP="005A0D74">
      <w:pPr>
        <w:jc w:val="both"/>
        <w:rPr>
          <w:sz w:val="20"/>
          <w:szCs w:val="20"/>
        </w:rPr>
      </w:pPr>
      <w:r w:rsidRPr="00C62DAA">
        <w:rPr>
          <w:sz w:val="20"/>
          <w:szCs w:val="20"/>
        </w:rPr>
        <w:t>…………….…………, dnia ………….</w:t>
      </w:r>
      <w:r>
        <w:rPr>
          <w:sz w:val="20"/>
          <w:szCs w:val="20"/>
        </w:rPr>
        <w:t>202</w:t>
      </w:r>
      <w:r w:rsidR="00DB01F2">
        <w:rPr>
          <w:sz w:val="20"/>
          <w:szCs w:val="20"/>
        </w:rPr>
        <w:t>5</w:t>
      </w:r>
      <w:r>
        <w:rPr>
          <w:sz w:val="20"/>
          <w:szCs w:val="20"/>
        </w:rPr>
        <w:t xml:space="preserve"> </w:t>
      </w:r>
      <w:r w:rsidRPr="00C62DAA">
        <w:rPr>
          <w:sz w:val="20"/>
          <w:szCs w:val="20"/>
        </w:rPr>
        <w:t xml:space="preserve">r. </w:t>
      </w:r>
      <w:r w:rsidRPr="00C62DAA">
        <w:rPr>
          <w:sz w:val="20"/>
          <w:szCs w:val="20"/>
        </w:rPr>
        <w:tab/>
      </w:r>
      <w:r w:rsidRPr="00C62DAA">
        <w:rPr>
          <w:sz w:val="20"/>
          <w:szCs w:val="20"/>
        </w:rPr>
        <w:tab/>
      </w:r>
    </w:p>
    <w:p w14:paraId="0D0EC409" w14:textId="59134E03" w:rsidR="005A0D74" w:rsidRPr="00E771D9" w:rsidRDefault="005A0D74" w:rsidP="005A0D74">
      <w:pPr>
        <w:widowControl w:val="0"/>
        <w:spacing w:after="0"/>
        <w:jc w:val="both"/>
        <w:rPr>
          <w:rFonts w:eastAsia="Times New Roman" w:cs="Calibri"/>
          <w:sz w:val="18"/>
          <w:szCs w:val="18"/>
          <w:lang w:eastAsia="pl-PL"/>
        </w:rPr>
      </w:pPr>
    </w:p>
    <w:p w14:paraId="0A8349AA" w14:textId="77777777" w:rsidR="005A0D74" w:rsidRPr="000B798D" w:rsidRDefault="005A0D74" w:rsidP="005A0D74">
      <w:pPr>
        <w:spacing w:after="0"/>
        <w:jc w:val="center"/>
        <w:rPr>
          <w:rFonts w:cs="Calibri"/>
          <w:sz w:val="16"/>
          <w:szCs w:val="18"/>
        </w:rPr>
      </w:pPr>
      <w:bookmarkStart w:id="1" w:name="_Hlk97198694"/>
      <w:r w:rsidRPr="000B798D">
        <w:rPr>
          <w:rFonts w:cs="Calibri"/>
          <w:sz w:val="18"/>
        </w:rPr>
        <w:t>[DOKUMENT NALEŻY OPATRZYĆ PODPISEM ELEKTRONICZNYM, PODPISEM ZAUFANYM LUB PODPISEM OSOBISTYM]</w:t>
      </w:r>
      <w:bookmarkEnd w:id="1"/>
    </w:p>
    <w:p w14:paraId="0FE682DC" w14:textId="77777777" w:rsidR="001851BA" w:rsidRPr="001B1860" w:rsidRDefault="001851BA" w:rsidP="001851BA">
      <w:pPr>
        <w:spacing w:line="360" w:lineRule="auto"/>
        <w:ind w:left="5812"/>
        <w:jc w:val="both"/>
        <w:rPr>
          <w:rFonts w:asciiTheme="minorHAnsi" w:hAnsiTheme="minorHAnsi"/>
        </w:rPr>
      </w:pPr>
    </w:p>
    <w:sectPr w:rsidR="001851BA" w:rsidRPr="001B1860" w:rsidSect="006538F2">
      <w:headerReference w:type="first" r:id="rId7"/>
      <w:footerReference w:type="first" r:id="rId8"/>
      <w:pgSz w:w="11906" w:h="16838"/>
      <w:pgMar w:top="1418" w:right="1418" w:bottom="1418" w:left="1418" w:header="708" w:footer="5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53041" w14:textId="77777777" w:rsidR="00BE7899" w:rsidRDefault="00BE7899" w:rsidP="002775EC">
      <w:pPr>
        <w:spacing w:after="0" w:line="240" w:lineRule="auto"/>
      </w:pPr>
      <w:r>
        <w:separator/>
      </w:r>
    </w:p>
  </w:endnote>
  <w:endnote w:type="continuationSeparator" w:id="0">
    <w:p w14:paraId="233CD48B" w14:textId="77777777" w:rsidR="00BE7899" w:rsidRDefault="00BE7899" w:rsidP="00277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25C6A" w14:textId="1F8D4EC9" w:rsidR="00B02C2E" w:rsidRPr="007B0901" w:rsidRDefault="005A0D74" w:rsidP="007B090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B144845" wp14:editId="46949B13">
          <wp:simplePos x="0" y="0"/>
          <wp:positionH relativeFrom="margin">
            <wp:posOffset>-769620</wp:posOffset>
          </wp:positionH>
          <wp:positionV relativeFrom="paragraph">
            <wp:posOffset>-411480</wp:posOffset>
          </wp:positionV>
          <wp:extent cx="7324725" cy="669481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4725" cy="6694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BB660" w14:textId="77777777" w:rsidR="00BE7899" w:rsidRDefault="00BE7899" w:rsidP="002775EC">
      <w:pPr>
        <w:spacing w:after="0" w:line="240" w:lineRule="auto"/>
      </w:pPr>
      <w:r>
        <w:separator/>
      </w:r>
    </w:p>
  </w:footnote>
  <w:footnote w:type="continuationSeparator" w:id="0">
    <w:p w14:paraId="134675D8" w14:textId="77777777" w:rsidR="00BE7899" w:rsidRDefault="00BE7899" w:rsidP="00277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C55D2" w14:textId="4E2EC3B0" w:rsidR="003E0DC6" w:rsidRDefault="00B30C79">
    <w:pPr>
      <w:pStyle w:val="Nagwek"/>
    </w:pPr>
    <w:r w:rsidRPr="00AF15AC">
      <w:rPr>
        <w:noProof/>
      </w:rPr>
      <w:drawing>
        <wp:anchor distT="0" distB="0" distL="114300" distR="114300" simplePos="0" relativeHeight="251661312" behindDoc="0" locked="0" layoutInCell="1" allowOverlap="1" wp14:anchorId="7316114C" wp14:editId="2CF6F24A">
          <wp:simplePos x="0" y="0"/>
          <wp:positionH relativeFrom="margin">
            <wp:posOffset>-419100</wp:posOffset>
          </wp:positionH>
          <wp:positionV relativeFrom="paragraph">
            <wp:posOffset>-162560</wp:posOffset>
          </wp:positionV>
          <wp:extent cx="6685698" cy="609600"/>
          <wp:effectExtent l="0" t="0" r="1270" b="0"/>
          <wp:wrapNone/>
          <wp:docPr id="5791725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91725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5698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C63A30D"/>
    <w:multiLevelType w:val="hybridMultilevel"/>
    <w:tmpl w:val="DBA039C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DD3D2AF"/>
    <w:multiLevelType w:val="hybridMultilevel"/>
    <w:tmpl w:val="85B272C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F211D8"/>
    <w:multiLevelType w:val="hybridMultilevel"/>
    <w:tmpl w:val="F43A0D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14713"/>
    <w:multiLevelType w:val="hybridMultilevel"/>
    <w:tmpl w:val="B81C82A0"/>
    <w:lvl w:ilvl="0" w:tplc="13227586">
      <w:start w:val="1"/>
      <w:numFmt w:val="bullet"/>
      <w:lvlText w:val="-"/>
      <w:lvlJc w:val="left"/>
      <w:pPr>
        <w:ind w:left="105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4" w15:restartNumberingAfterBreak="0">
    <w:nsid w:val="07F43991"/>
    <w:multiLevelType w:val="hybridMultilevel"/>
    <w:tmpl w:val="084CA81C"/>
    <w:lvl w:ilvl="0" w:tplc="E0C69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D840EC"/>
    <w:multiLevelType w:val="hybridMultilevel"/>
    <w:tmpl w:val="C4CEB576"/>
    <w:lvl w:ilvl="0" w:tplc="13227586">
      <w:start w:val="1"/>
      <w:numFmt w:val="bullet"/>
      <w:lvlText w:val="-"/>
      <w:lvlJc w:val="left"/>
      <w:pPr>
        <w:ind w:left="105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6" w15:restartNumberingAfterBreak="0">
    <w:nsid w:val="0D3E2DD0"/>
    <w:multiLevelType w:val="hybridMultilevel"/>
    <w:tmpl w:val="CF3CC1F0"/>
    <w:lvl w:ilvl="0" w:tplc="300A63D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450311"/>
    <w:multiLevelType w:val="hybridMultilevel"/>
    <w:tmpl w:val="1B444E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063C1"/>
    <w:multiLevelType w:val="hybridMultilevel"/>
    <w:tmpl w:val="57D26D0C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1B78C8"/>
    <w:multiLevelType w:val="hybridMultilevel"/>
    <w:tmpl w:val="6B1C7C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B0EE1"/>
    <w:multiLevelType w:val="hybridMultilevel"/>
    <w:tmpl w:val="4256705E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760505"/>
    <w:multiLevelType w:val="hybridMultilevel"/>
    <w:tmpl w:val="6C58E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139FF"/>
    <w:multiLevelType w:val="hybridMultilevel"/>
    <w:tmpl w:val="F63AA034"/>
    <w:lvl w:ilvl="0" w:tplc="6394ACC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12C69"/>
    <w:multiLevelType w:val="hybridMultilevel"/>
    <w:tmpl w:val="2BEC5D4A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5C7F66"/>
    <w:multiLevelType w:val="hybridMultilevel"/>
    <w:tmpl w:val="96C0B28E"/>
    <w:lvl w:ilvl="0" w:tplc="132275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1A0C93"/>
    <w:multiLevelType w:val="hybridMultilevel"/>
    <w:tmpl w:val="4074EEA0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0607F"/>
    <w:multiLevelType w:val="hybridMultilevel"/>
    <w:tmpl w:val="B8A4E6A8"/>
    <w:lvl w:ilvl="0" w:tplc="74F2F82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BF4E9E"/>
    <w:multiLevelType w:val="multilevel"/>
    <w:tmpl w:val="5A4A3830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bullet"/>
      <w:lvlText w:val="-"/>
      <w:lvlJc w:val="left"/>
      <w:pPr>
        <w:ind w:left="680" w:hanging="340"/>
      </w:pPr>
      <w:rPr>
        <w:rFonts w:ascii="Calibri" w:hAnsi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8AC5893"/>
    <w:multiLevelType w:val="hybridMultilevel"/>
    <w:tmpl w:val="751C38A8"/>
    <w:lvl w:ilvl="0" w:tplc="3B524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596E47"/>
    <w:multiLevelType w:val="hybridMultilevel"/>
    <w:tmpl w:val="4FAE4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D593C"/>
    <w:multiLevelType w:val="hybridMultilevel"/>
    <w:tmpl w:val="2E9C9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F2D67"/>
    <w:multiLevelType w:val="hybridMultilevel"/>
    <w:tmpl w:val="0B3426EC"/>
    <w:lvl w:ilvl="0" w:tplc="84DE9A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938E2"/>
    <w:multiLevelType w:val="hybridMultilevel"/>
    <w:tmpl w:val="C97AEA68"/>
    <w:lvl w:ilvl="0" w:tplc="44A86CD0">
      <w:start w:val="1"/>
      <w:numFmt w:val="bullet"/>
      <w:lvlText w:val=""/>
      <w:lvlJc w:val="left"/>
      <w:pPr>
        <w:tabs>
          <w:tab w:val="num" w:pos="442"/>
        </w:tabs>
        <w:ind w:left="442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2"/>
        </w:tabs>
        <w:ind w:left="18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2"/>
        </w:tabs>
        <w:ind w:left="26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2"/>
        </w:tabs>
        <w:ind w:left="40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2"/>
        </w:tabs>
        <w:ind w:left="47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2"/>
        </w:tabs>
        <w:ind w:left="54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</w:abstractNum>
  <w:abstractNum w:abstractNumId="23" w15:restartNumberingAfterBreak="0">
    <w:nsid w:val="4F9A0DF5"/>
    <w:multiLevelType w:val="hybridMultilevel"/>
    <w:tmpl w:val="9536D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7A7B4E"/>
    <w:multiLevelType w:val="hybridMultilevel"/>
    <w:tmpl w:val="26B8E0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7182C"/>
    <w:multiLevelType w:val="hybridMultilevel"/>
    <w:tmpl w:val="21B8F292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6259F1"/>
    <w:multiLevelType w:val="hybridMultilevel"/>
    <w:tmpl w:val="0CCC4346"/>
    <w:lvl w:ilvl="0" w:tplc="333CE2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B536F86"/>
    <w:multiLevelType w:val="hybridMultilevel"/>
    <w:tmpl w:val="85FE01AE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A241FA"/>
    <w:multiLevelType w:val="hybridMultilevel"/>
    <w:tmpl w:val="06C05D7C"/>
    <w:lvl w:ilvl="0" w:tplc="CE24F3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2C2135"/>
    <w:multiLevelType w:val="hybridMultilevel"/>
    <w:tmpl w:val="662896DA"/>
    <w:lvl w:ilvl="0" w:tplc="3B524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19"/>
  </w:num>
  <w:num w:numId="4">
    <w:abstractNumId w:val="21"/>
  </w:num>
  <w:num w:numId="5">
    <w:abstractNumId w:val="6"/>
  </w:num>
  <w:num w:numId="6">
    <w:abstractNumId w:val="4"/>
  </w:num>
  <w:num w:numId="7">
    <w:abstractNumId w:val="14"/>
  </w:num>
  <w:num w:numId="8">
    <w:abstractNumId w:val="8"/>
  </w:num>
  <w:num w:numId="9">
    <w:abstractNumId w:val="27"/>
  </w:num>
  <w:num w:numId="10">
    <w:abstractNumId w:val="13"/>
  </w:num>
  <w:num w:numId="11">
    <w:abstractNumId w:val="15"/>
  </w:num>
  <w:num w:numId="12">
    <w:abstractNumId w:val="20"/>
  </w:num>
  <w:num w:numId="13">
    <w:abstractNumId w:val="5"/>
  </w:num>
  <w:num w:numId="14">
    <w:abstractNumId w:val="3"/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9"/>
  </w:num>
  <w:num w:numId="18">
    <w:abstractNumId w:val="23"/>
  </w:num>
  <w:num w:numId="19">
    <w:abstractNumId w:val="11"/>
  </w:num>
  <w:num w:numId="20">
    <w:abstractNumId w:val="2"/>
  </w:num>
  <w:num w:numId="21">
    <w:abstractNumId w:val="22"/>
  </w:num>
  <w:num w:numId="22">
    <w:abstractNumId w:val="24"/>
  </w:num>
  <w:num w:numId="23">
    <w:abstractNumId w:val="25"/>
  </w:num>
  <w:num w:numId="24">
    <w:abstractNumId w:val="12"/>
  </w:num>
  <w:num w:numId="25">
    <w:abstractNumId w:val="28"/>
  </w:num>
  <w:num w:numId="26">
    <w:abstractNumId w:val="26"/>
  </w:num>
  <w:num w:numId="27">
    <w:abstractNumId w:val="1"/>
  </w:num>
  <w:num w:numId="28">
    <w:abstractNumId w:val="0"/>
  </w:num>
  <w:num w:numId="29">
    <w:abstractNumId w:val="7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39D"/>
    <w:rsid w:val="00000F94"/>
    <w:rsid w:val="00007855"/>
    <w:rsid w:val="000206BC"/>
    <w:rsid w:val="0008623D"/>
    <w:rsid w:val="00092483"/>
    <w:rsid w:val="000A1834"/>
    <w:rsid w:val="000C139D"/>
    <w:rsid w:val="000C356A"/>
    <w:rsid w:val="000C6638"/>
    <w:rsid w:val="000D0D0A"/>
    <w:rsid w:val="000D6E35"/>
    <w:rsid w:val="000F7D72"/>
    <w:rsid w:val="00101FDB"/>
    <w:rsid w:val="0014339D"/>
    <w:rsid w:val="00160DF4"/>
    <w:rsid w:val="001645E2"/>
    <w:rsid w:val="001812A7"/>
    <w:rsid w:val="00184FBA"/>
    <w:rsid w:val="001851BA"/>
    <w:rsid w:val="001868B6"/>
    <w:rsid w:val="001A01A0"/>
    <w:rsid w:val="001A61D9"/>
    <w:rsid w:val="001B1860"/>
    <w:rsid w:val="001B678D"/>
    <w:rsid w:val="001C6FDB"/>
    <w:rsid w:val="001C7169"/>
    <w:rsid w:val="001D7B14"/>
    <w:rsid w:val="001E35CC"/>
    <w:rsid w:val="002207F2"/>
    <w:rsid w:val="00224DE6"/>
    <w:rsid w:val="00240EE3"/>
    <w:rsid w:val="00244739"/>
    <w:rsid w:val="002652DA"/>
    <w:rsid w:val="00267104"/>
    <w:rsid w:val="002700E6"/>
    <w:rsid w:val="002775EC"/>
    <w:rsid w:val="00282658"/>
    <w:rsid w:val="00283C03"/>
    <w:rsid w:val="00290253"/>
    <w:rsid w:val="0029580F"/>
    <w:rsid w:val="002B6D64"/>
    <w:rsid w:val="002E683E"/>
    <w:rsid w:val="002F151B"/>
    <w:rsid w:val="00303547"/>
    <w:rsid w:val="00305097"/>
    <w:rsid w:val="00316543"/>
    <w:rsid w:val="00321E97"/>
    <w:rsid w:val="00330639"/>
    <w:rsid w:val="00345570"/>
    <w:rsid w:val="003476C5"/>
    <w:rsid w:val="00367BE2"/>
    <w:rsid w:val="00370368"/>
    <w:rsid w:val="003815BE"/>
    <w:rsid w:val="00387129"/>
    <w:rsid w:val="003A72E6"/>
    <w:rsid w:val="003C3665"/>
    <w:rsid w:val="003D0109"/>
    <w:rsid w:val="003E0DC6"/>
    <w:rsid w:val="003E39EE"/>
    <w:rsid w:val="0041142C"/>
    <w:rsid w:val="004307A8"/>
    <w:rsid w:val="0043087C"/>
    <w:rsid w:val="004570B7"/>
    <w:rsid w:val="00463050"/>
    <w:rsid w:val="004725C0"/>
    <w:rsid w:val="00477200"/>
    <w:rsid w:val="004A0408"/>
    <w:rsid w:val="004B3070"/>
    <w:rsid w:val="004C59FF"/>
    <w:rsid w:val="004C6B4C"/>
    <w:rsid w:val="004D01B3"/>
    <w:rsid w:val="004E3ADA"/>
    <w:rsid w:val="004E5A4D"/>
    <w:rsid w:val="004F0208"/>
    <w:rsid w:val="0051129D"/>
    <w:rsid w:val="00540B5C"/>
    <w:rsid w:val="00541C44"/>
    <w:rsid w:val="00547FF7"/>
    <w:rsid w:val="00552B11"/>
    <w:rsid w:val="00563C2D"/>
    <w:rsid w:val="00584475"/>
    <w:rsid w:val="005A0D74"/>
    <w:rsid w:val="005A4E66"/>
    <w:rsid w:val="005B722F"/>
    <w:rsid w:val="005E2853"/>
    <w:rsid w:val="005F1A37"/>
    <w:rsid w:val="006220B5"/>
    <w:rsid w:val="0062525F"/>
    <w:rsid w:val="00633A5D"/>
    <w:rsid w:val="00635CE5"/>
    <w:rsid w:val="00647F16"/>
    <w:rsid w:val="006538F2"/>
    <w:rsid w:val="006A2AB7"/>
    <w:rsid w:val="006A64FF"/>
    <w:rsid w:val="006B062B"/>
    <w:rsid w:val="006B6782"/>
    <w:rsid w:val="006C7A51"/>
    <w:rsid w:val="006D095F"/>
    <w:rsid w:val="006D2B88"/>
    <w:rsid w:val="00705D29"/>
    <w:rsid w:val="0071679C"/>
    <w:rsid w:val="00735460"/>
    <w:rsid w:val="00736CCD"/>
    <w:rsid w:val="00740E48"/>
    <w:rsid w:val="00771F77"/>
    <w:rsid w:val="00774470"/>
    <w:rsid w:val="00784FF6"/>
    <w:rsid w:val="00787359"/>
    <w:rsid w:val="007B0901"/>
    <w:rsid w:val="007B0C46"/>
    <w:rsid w:val="007B16B8"/>
    <w:rsid w:val="007D2DB1"/>
    <w:rsid w:val="007E410B"/>
    <w:rsid w:val="0080169F"/>
    <w:rsid w:val="00815EC3"/>
    <w:rsid w:val="00825F5A"/>
    <w:rsid w:val="00850966"/>
    <w:rsid w:val="00893903"/>
    <w:rsid w:val="00893E15"/>
    <w:rsid w:val="008A444D"/>
    <w:rsid w:val="008B163D"/>
    <w:rsid w:val="008B22CD"/>
    <w:rsid w:val="008B40AC"/>
    <w:rsid w:val="008C0B22"/>
    <w:rsid w:val="008C3006"/>
    <w:rsid w:val="008D0908"/>
    <w:rsid w:val="008D650D"/>
    <w:rsid w:val="00964C28"/>
    <w:rsid w:val="00967511"/>
    <w:rsid w:val="00972525"/>
    <w:rsid w:val="009740A3"/>
    <w:rsid w:val="00977C00"/>
    <w:rsid w:val="00980988"/>
    <w:rsid w:val="00987729"/>
    <w:rsid w:val="00994E73"/>
    <w:rsid w:val="009A2C29"/>
    <w:rsid w:val="009F2913"/>
    <w:rsid w:val="00A00A1D"/>
    <w:rsid w:val="00A31F57"/>
    <w:rsid w:val="00A3437E"/>
    <w:rsid w:val="00A52BB8"/>
    <w:rsid w:val="00A61785"/>
    <w:rsid w:val="00A70685"/>
    <w:rsid w:val="00A73F7E"/>
    <w:rsid w:val="00A90DBA"/>
    <w:rsid w:val="00A960B4"/>
    <w:rsid w:val="00AA0929"/>
    <w:rsid w:val="00AA5907"/>
    <w:rsid w:val="00AB4F32"/>
    <w:rsid w:val="00AE2205"/>
    <w:rsid w:val="00B02C2E"/>
    <w:rsid w:val="00B0362B"/>
    <w:rsid w:val="00B11F8E"/>
    <w:rsid w:val="00B21206"/>
    <w:rsid w:val="00B30C79"/>
    <w:rsid w:val="00B33C1A"/>
    <w:rsid w:val="00B6051F"/>
    <w:rsid w:val="00B60D10"/>
    <w:rsid w:val="00B748B8"/>
    <w:rsid w:val="00B93D71"/>
    <w:rsid w:val="00BA06BA"/>
    <w:rsid w:val="00BA672B"/>
    <w:rsid w:val="00BE0DB5"/>
    <w:rsid w:val="00BE7899"/>
    <w:rsid w:val="00BF714C"/>
    <w:rsid w:val="00C0221F"/>
    <w:rsid w:val="00C10FBA"/>
    <w:rsid w:val="00C50330"/>
    <w:rsid w:val="00C62791"/>
    <w:rsid w:val="00C85D1E"/>
    <w:rsid w:val="00C9324D"/>
    <w:rsid w:val="00C96CAE"/>
    <w:rsid w:val="00CA26D3"/>
    <w:rsid w:val="00CB5F6A"/>
    <w:rsid w:val="00CE5CAA"/>
    <w:rsid w:val="00CF75D0"/>
    <w:rsid w:val="00D11119"/>
    <w:rsid w:val="00D11E9F"/>
    <w:rsid w:val="00D17E38"/>
    <w:rsid w:val="00D57B41"/>
    <w:rsid w:val="00D72D3B"/>
    <w:rsid w:val="00D83615"/>
    <w:rsid w:val="00D852FB"/>
    <w:rsid w:val="00DA0B9B"/>
    <w:rsid w:val="00DA149E"/>
    <w:rsid w:val="00DB01F2"/>
    <w:rsid w:val="00DB6F59"/>
    <w:rsid w:val="00DE15D0"/>
    <w:rsid w:val="00E14163"/>
    <w:rsid w:val="00E21531"/>
    <w:rsid w:val="00E3739C"/>
    <w:rsid w:val="00E5513B"/>
    <w:rsid w:val="00E56F67"/>
    <w:rsid w:val="00E67B58"/>
    <w:rsid w:val="00E80D17"/>
    <w:rsid w:val="00E81AFF"/>
    <w:rsid w:val="00E9599E"/>
    <w:rsid w:val="00EA2680"/>
    <w:rsid w:val="00EA72DE"/>
    <w:rsid w:val="00EB0E8E"/>
    <w:rsid w:val="00EB770D"/>
    <w:rsid w:val="00EC7D03"/>
    <w:rsid w:val="00ED1530"/>
    <w:rsid w:val="00F13858"/>
    <w:rsid w:val="00F21EFB"/>
    <w:rsid w:val="00F412C2"/>
    <w:rsid w:val="00F56ECD"/>
    <w:rsid w:val="00F754E2"/>
    <w:rsid w:val="00F87B6E"/>
    <w:rsid w:val="00FB679C"/>
    <w:rsid w:val="00FD181A"/>
    <w:rsid w:val="00FF35B7"/>
    <w:rsid w:val="00FF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BCF65"/>
  <w15:chartTrackingRefBased/>
  <w15:docId w15:val="{6E1744F9-4118-493C-A8CD-ED8A27FD4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623D"/>
    <w:pPr>
      <w:spacing w:after="200" w:line="276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E215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5EC"/>
  </w:style>
  <w:style w:type="paragraph" w:styleId="Stopka">
    <w:name w:val="footer"/>
    <w:basedOn w:val="Normalny"/>
    <w:link w:val="StopkaZnak"/>
    <w:uiPriority w:val="99"/>
    <w:unhideWhenUsed/>
    <w:rsid w:val="00277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5EC"/>
  </w:style>
  <w:style w:type="paragraph" w:styleId="Tekstdymka">
    <w:name w:val="Balloon Text"/>
    <w:basedOn w:val="Normalny"/>
    <w:link w:val="TekstdymkaZnak"/>
    <w:uiPriority w:val="99"/>
    <w:semiHidden/>
    <w:unhideWhenUsed/>
    <w:rsid w:val="00277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75E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02C2E"/>
    <w:rPr>
      <w:color w:val="0000FF"/>
      <w:u w:val="single"/>
    </w:rPr>
  </w:style>
  <w:style w:type="table" w:styleId="Tabela-Siatka">
    <w:name w:val="Table Grid"/>
    <w:basedOn w:val="Standardowy"/>
    <w:rsid w:val="0028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E21531"/>
    <w:rPr>
      <w:b/>
      <w:bCs/>
      <w:i/>
      <w:iCs/>
      <w:sz w:val="26"/>
      <w:szCs w:val="26"/>
      <w:lang w:eastAsia="en-US"/>
    </w:rPr>
  </w:style>
  <w:style w:type="paragraph" w:styleId="Tekstpodstawowy2">
    <w:name w:val="Body Text 2"/>
    <w:basedOn w:val="Normalny"/>
    <w:link w:val="Tekstpodstawowy2Znak"/>
    <w:rsid w:val="00E2153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21531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81AFF"/>
    <w:pPr>
      <w:ind w:left="720"/>
      <w:contextualSpacing/>
    </w:pPr>
  </w:style>
  <w:style w:type="paragraph" w:customStyle="1" w:styleId="normaltableau">
    <w:name w:val="normal_tableau"/>
    <w:basedOn w:val="Normalny"/>
    <w:rsid w:val="001851BA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Default">
    <w:name w:val="Default"/>
    <w:rsid w:val="00B11F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omek\Moje%20dokumenty\szablony%20wup\2011_07_10%20szablony%20wup\wu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wup</Template>
  <TotalTime>7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Elżbieta Ślemp</cp:lastModifiedBy>
  <cp:revision>10</cp:revision>
  <cp:lastPrinted>2021-09-09T06:35:00Z</cp:lastPrinted>
  <dcterms:created xsi:type="dcterms:W3CDTF">2021-09-02T12:42:00Z</dcterms:created>
  <dcterms:modified xsi:type="dcterms:W3CDTF">2025-12-03T09:09:00Z</dcterms:modified>
</cp:coreProperties>
</file>